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14:paraId="20FFCB59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14:paraId="3D85E588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14:paraId="32262849" w14:textId="17491783" w:rsidR="00566952" w:rsidRDefault="00566952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DAiP</w:t>
      </w:r>
      <w:bookmarkStart w:id="0" w:name="_GoBack"/>
      <w:bookmarkEnd w:id="0"/>
    </w:p>
    <w:p w14:paraId="0A37501D" w14:textId="77777777"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14:paraId="431D20FA" w14:textId="77777777" w:rsidR="00310A4C" w:rsidRPr="00310A4C" w:rsidRDefault="00683A5D" w:rsidP="00310A4C">
      <w:pPr>
        <w:spacing w:line="254" w:lineRule="auto"/>
        <w:jc w:val="both"/>
        <w:rPr>
          <w:rFonts w:ascii="Calibri" w:hAnsi="Calibri"/>
          <w:i/>
        </w:rPr>
      </w:pPr>
      <w:r w:rsidRPr="336E291A">
        <w:rPr>
          <w:rFonts w:ascii="Calibri" w:hAnsi="Calibri"/>
          <w:i/>
          <w:iCs/>
        </w:rPr>
        <w:t>Szanowny Panie Sekretarzu,</w:t>
      </w:r>
      <w:r w:rsidR="00F9146D" w:rsidRPr="336E291A">
        <w:rPr>
          <w:rFonts w:ascii="Calibri" w:hAnsi="Calibri"/>
          <w:i/>
          <w:iCs/>
        </w:rPr>
        <w:t xml:space="preserve"> </w:t>
      </w:r>
    </w:p>
    <w:p w14:paraId="698CB3E7" w14:textId="278F2C81" w:rsidR="336E291A" w:rsidRDefault="336E291A" w:rsidP="336E291A">
      <w:pPr>
        <w:spacing w:line="254" w:lineRule="auto"/>
        <w:jc w:val="both"/>
        <w:rPr>
          <w:rFonts w:ascii="Calibri" w:hAnsi="Calibri"/>
          <w:i/>
          <w:iCs/>
        </w:rPr>
      </w:pPr>
    </w:p>
    <w:p w14:paraId="7F03B806" w14:textId="368A2E54" w:rsidR="6C4D645B" w:rsidRDefault="6C4D645B" w:rsidP="336E291A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w załączeniu przekazuję opis założeń projektu informatycznego pn. „System Ewidencji Państwowej Inspekcji Sanitarnej (SEPIS)”, z naniesionymi uwagami i poprawkam</w:t>
      </w:r>
      <w:r w:rsidR="28265461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i</w:t>
      </w:r>
      <w:r w:rsidR="747D006A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6C2CC6F7" w14:textId="45100293" w:rsidR="336E291A" w:rsidRPr="00BB51B1" w:rsidRDefault="747D006A" w:rsidP="336E291A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6C4D645B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o konsultacjach z Ministerstwem Spraw Wewnętrznych i Administracji (MSWiA) </w:t>
      </w:r>
      <w:r w:rsidR="00BB51B1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skrócono opis Systemu </w:t>
      </w:r>
      <w:r w:rsidR="00687D1A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Rejestrów</w:t>
      </w:r>
      <w:r w:rsidR="7C310039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Państwowych (SRP).</w:t>
      </w:r>
      <w:r w:rsidR="48859703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4786785D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Po konsultacjach z </w:t>
      </w:r>
      <w:r w:rsidR="6C4D645B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Ministerstwem Funduszy i Polityki Regionalnej (</w:t>
      </w:r>
      <w:proofErr w:type="spellStart"/>
      <w:r w:rsidR="6C4D645B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MFiPR</w:t>
      </w:r>
      <w:proofErr w:type="spellEnd"/>
      <w:r w:rsidR="6C4D645B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7911AFE1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zmieniono źródło finansowania projektu.</w:t>
      </w:r>
    </w:p>
    <w:p w14:paraId="42AB108D" w14:textId="5656B543" w:rsidR="6C4D645B" w:rsidRDefault="6C4D645B" w:rsidP="336E291A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Zwracam się z uprzejmą prośbą o zaopiniowanie powyższego projektu przez Komitet Rady Ministrów do spraw Cyfryzacji.</w:t>
      </w:r>
    </w:p>
    <w:p w14:paraId="26B06448" w14:textId="0DE72606" w:rsidR="336E291A" w:rsidRDefault="336E291A" w:rsidP="336E291A">
      <w:pPr>
        <w:pStyle w:val="paragraph"/>
        <w:jc w:val="both"/>
        <w:rPr>
          <w:rStyle w:val="normaltextrun"/>
          <w:rFonts w:ascii="Calibri" w:eastAsia="Calibri" w:hAnsi="Calibri" w:cs="Calibri"/>
          <w:color w:val="000000" w:themeColor="text1"/>
        </w:rPr>
      </w:pPr>
    </w:p>
    <w:p w14:paraId="5DAB6C7B" w14:textId="77777777"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EB378F" w14:textId="77777777"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77082EC8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6A05A809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151B1E71" w14:textId="77777777"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2749B6">
        <w:rPr>
          <w:rFonts w:asciiTheme="minorHAnsi" w:hAnsiTheme="minorHAnsi" w:cstheme="minorHAnsi"/>
          <w:b/>
          <w:bCs/>
        </w:rPr>
        <w:t>Janusz Cieszyński</w:t>
      </w:r>
    </w:p>
    <w:p w14:paraId="690E3B05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22DC28A8" w14:textId="77777777"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5A39BBE3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41C8F396" w14:textId="77777777" w:rsidR="00B30905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2A3D3EC" w14:textId="77777777" w:rsidR="009F17A4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9F17A4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CABB90E" w14:textId="77777777" w:rsidR="009F17A4" w:rsidRPr="009F17A4" w:rsidRDefault="009F17A4" w:rsidP="009F17A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Załącznik: </w:t>
      </w:r>
    </w:p>
    <w:p w14:paraId="7954FFD3" w14:textId="77777777" w:rsidR="009F17A4" w:rsidRPr="009F17A4" w:rsidRDefault="009F17A4" w:rsidP="009F17A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Opis założeń projektu dla projektu pn. „System Ewidencji Państwowej Inspekcji Sanitarnej (SEPIS)”. </w:t>
      </w:r>
    </w:p>
    <w:p w14:paraId="0E27B00A" w14:textId="77777777" w:rsidR="009F17A4" w:rsidRPr="0033475C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9F17A4" w:rsidRPr="0033475C" w:rsidSect="004633D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42633" w14:textId="77777777" w:rsidR="00E51EAD" w:rsidRDefault="00E51EAD">
      <w:r>
        <w:separator/>
      </w:r>
    </w:p>
  </w:endnote>
  <w:endnote w:type="continuationSeparator" w:id="0">
    <w:p w14:paraId="1F41361D" w14:textId="77777777" w:rsidR="00E51EAD" w:rsidRDefault="00E5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200198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0AE4D28E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>
              <v:textbox>
                <w:txbxContent>
                  <w:p w:rsidR="005E753F" w:rsidP="005E753F" w:rsidRDefault="005E753F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4EE4599B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B5C5D" w14:textId="77777777" w:rsidR="00E51EAD" w:rsidRDefault="00E51EAD">
      <w:r>
        <w:separator/>
      </w:r>
    </w:p>
  </w:footnote>
  <w:footnote w:type="continuationSeparator" w:id="0">
    <w:p w14:paraId="29DD12F4" w14:textId="77777777" w:rsidR="00E51EAD" w:rsidRDefault="00E51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6E291A" w14:paraId="51D6C801" w14:textId="77777777" w:rsidTr="336E291A">
      <w:tc>
        <w:tcPr>
          <w:tcW w:w="3020" w:type="dxa"/>
        </w:tcPr>
        <w:p w14:paraId="06D45C17" w14:textId="374DE7C1" w:rsidR="336E291A" w:rsidRDefault="336E291A" w:rsidP="336E291A">
          <w:pPr>
            <w:pStyle w:val="Nagwek"/>
            <w:ind w:left="-115"/>
          </w:pPr>
        </w:p>
      </w:tc>
      <w:tc>
        <w:tcPr>
          <w:tcW w:w="3020" w:type="dxa"/>
        </w:tcPr>
        <w:p w14:paraId="2DFB82D6" w14:textId="76F8F756" w:rsidR="336E291A" w:rsidRDefault="336E291A" w:rsidP="336E291A">
          <w:pPr>
            <w:pStyle w:val="Nagwek"/>
            <w:jc w:val="center"/>
          </w:pPr>
        </w:p>
      </w:tc>
      <w:tc>
        <w:tcPr>
          <w:tcW w:w="3020" w:type="dxa"/>
        </w:tcPr>
        <w:p w14:paraId="0EAD5DB8" w14:textId="2D585C00" w:rsidR="336E291A" w:rsidRDefault="336E291A" w:rsidP="336E291A">
          <w:pPr>
            <w:pStyle w:val="Nagwek"/>
            <w:ind w:right="-115"/>
            <w:jc w:val="right"/>
          </w:pPr>
        </w:p>
      </w:tc>
    </w:tr>
  </w:tbl>
  <w:p w14:paraId="0BF7B81D" w14:textId="33413321" w:rsidR="336E291A" w:rsidRDefault="336E291A" w:rsidP="336E29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61E4C" w14:textId="77777777" w:rsidR="007018D3" w:rsidRDefault="007018D3" w:rsidP="007018D3">
    <w:pPr>
      <w:pStyle w:val="Nagwek"/>
      <w:jc w:val="right"/>
    </w:pPr>
  </w:p>
  <w:p w14:paraId="44EAFD9C" w14:textId="77777777" w:rsidR="007018D3" w:rsidRDefault="007018D3" w:rsidP="007018D3">
    <w:pPr>
      <w:pStyle w:val="Nagwek"/>
      <w:jc w:val="right"/>
    </w:pPr>
  </w:p>
  <w:p w14:paraId="573C4BA1" w14:textId="00CF29D0" w:rsidR="004633D0" w:rsidRPr="00310A4C" w:rsidRDefault="0033475C" w:rsidP="336E291A">
    <w:pPr>
      <w:pStyle w:val="Nagwek"/>
      <w:jc w:val="right"/>
      <w:rPr>
        <w:rFonts w:asciiTheme="minorHAnsi" w:hAnsiTheme="minorHAnsi" w:cstheme="minorBidi"/>
        <w:sz w:val="20"/>
        <w:szCs w:val="20"/>
      </w:rPr>
    </w:pPr>
    <w:r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4D5A5" w14:textId="77777777" w:rsidR="0033475C" w:rsidRPr="00DA3527" w:rsidRDefault="0033475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078FE185">
            <v:shapetype id="_x0000_t202" coordsize="21600,21600" o:spt="202" path="m,l,21600r21600,l21600,xe" w14:anchorId="0615E6A7">
              <v:stroke joinstyle="miter"/>
              <v:path gradientshapeok="t" o:connecttype="rect"/>
            </v:shapetype>
            <v:shape id="Pole tekstowe 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7" strokecolor="white [321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>
              <v:textbox style="mso-fit-shape-to-text:t">
                <w:txbxContent>
                  <w:p w:rsidRPr="00DA3527" w:rsidR="0033475C" w:rsidP="0033475C" w:rsidRDefault="0033475C" w14:paraId="3DEEC669" wp14:textId="77777777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7795094D">
            <v:shape id="_x0000_s1028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w14:anchorId="1E49894F">
              <v:textbox>
                <w:txbxContent>
                  <w:p w:rsidRPr="00495DA1" w:rsidR="007018D3" w:rsidP="007018D3" w:rsidRDefault="007018D3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 wp14:anchorId="74E2618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87D1A">
      <w:rPr>
        <w:rFonts w:asciiTheme="minorHAnsi" w:hAnsiTheme="minorHAnsi" w:cstheme="minorBidi"/>
        <w:sz w:val="20"/>
        <w:szCs w:val="20"/>
      </w:rPr>
      <w:t>Warszawa, dnia 3</w:t>
    </w:r>
    <w:r w:rsidR="336E291A" w:rsidRPr="336E291A">
      <w:rPr>
        <w:rFonts w:asciiTheme="minorHAnsi" w:hAnsiTheme="minorHAnsi" w:cstheme="minorBidi"/>
        <w:sz w:val="20"/>
        <w:szCs w:val="20"/>
      </w:rPr>
      <w:t xml:space="preserve"> </w:t>
    </w:r>
    <w:r w:rsidR="00687D1A">
      <w:rPr>
        <w:rFonts w:asciiTheme="minorHAnsi" w:hAnsiTheme="minorHAnsi" w:cstheme="minorBidi"/>
        <w:sz w:val="20"/>
        <w:szCs w:val="20"/>
      </w:rPr>
      <w:t>sierpnia</w:t>
    </w:r>
    <w:r w:rsidR="336E291A" w:rsidRPr="336E291A">
      <w:rPr>
        <w:rFonts w:asciiTheme="minorHAnsi" w:hAnsiTheme="minorHAnsi" w:cstheme="minorBidi"/>
        <w:sz w:val="20"/>
        <w:szCs w:val="20"/>
      </w:rPr>
      <w:t xml:space="preserve"> 2021 roku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0340"/>
    <w:rsid w:val="00026BC1"/>
    <w:rsid w:val="00092719"/>
    <w:rsid w:val="000A71A0"/>
    <w:rsid w:val="000C2317"/>
    <w:rsid w:val="000D026F"/>
    <w:rsid w:val="000E43AD"/>
    <w:rsid w:val="001135DE"/>
    <w:rsid w:val="0011447A"/>
    <w:rsid w:val="0012268A"/>
    <w:rsid w:val="001F149E"/>
    <w:rsid w:val="00223CE1"/>
    <w:rsid w:val="0023393C"/>
    <w:rsid w:val="002749B6"/>
    <w:rsid w:val="002A0DA3"/>
    <w:rsid w:val="002A764D"/>
    <w:rsid w:val="002B3D37"/>
    <w:rsid w:val="002C0265"/>
    <w:rsid w:val="002D6DAA"/>
    <w:rsid w:val="00310A4C"/>
    <w:rsid w:val="0033475C"/>
    <w:rsid w:val="00351824"/>
    <w:rsid w:val="00352A14"/>
    <w:rsid w:val="00357ECA"/>
    <w:rsid w:val="00366E05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66952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87D1A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1070F"/>
    <w:rsid w:val="008947F3"/>
    <w:rsid w:val="008B1D7E"/>
    <w:rsid w:val="008D560F"/>
    <w:rsid w:val="008E63D2"/>
    <w:rsid w:val="008F2F99"/>
    <w:rsid w:val="00925A98"/>
    <w:rsid w:val="00935D23"/>
    <w:rsid w:val="009742A2"/>
    <w:rsid w:val="009A349B"/>
    <w:rsid w:val="009C2C00"/>
    <w:rsid w:val="009D4211"/>
    <w:rsid w:val="009F17A4"/>
    <w:rsid w:val="00A01601"/>
    <w:rsid w:val="00A11B1C"/>
    <w:rsid w:val="00A24D01"/>
    <w:rsid w:val="00A34074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B51B1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B06D8"/>
    <w:rsid w:val="00DD1C4E"/>
    <w:rsid w:val="00DD573A"/>
    <w:rsid w:val="00E51EAD"/>
    <w:rsid w:val="00E638DF"/>
    <w:rsid w:val="00E84F70"/>
    <w:rsid w:val="00E86BDA"/>
    <w:rsid w:val="00EA13E5"/>
    <w:rsid w:val="00EA7F17"/>
    <w:rsid w:val="00F10BA4"/>
    <w:rsid w:val="00F76A8C"/>
    <w:rsid w:val="00F9146D"/>
    <w:rsid w:val="00FD65B5"/>
    <w:rsid w:val="00FF05A1"/>
    <w:rsid w:val="035AE64D"/>
    <w:rsid w:val="18D68874"/>
    <w:rsid w:val="1E318995"/>
    <w:rsid w:val="28265461"/>
    <w:rsid w:val="336E291A"/>
    <w:rsid w:val="35918979"/>
    <w:rsid w:val="36BBA5DC"/>
    <w:rsid w:val="4786785D"/>
    <w:rsid w:val="48859703"/>
    <w:rsid w:val="55390E2E"/>
    <w:rsid w:val="67B194F9"/>
    <w:rsid w:val="69A8C21F"/>
    <w:rsid w:val="6C4D645B"/>
    <w:rsid w:val="747D006A"/>
    <w:rsid w:val="7911AFE1"/>
    <w:rsid w:val="7C310039"/>
    <w:rsid w:val="7E3EE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94113F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310A4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10A4C"/>
  </w:style>
  <w:style w:type="character" w:customStyle="1" w:styleId="eop">
    <w:name w:val="eop"/>
    <w:basedOn w:val="Domylnaczcionkaakapitu"/>
    <w:rsid w:val="00310A4C"/>
  </w:style>
  <w:style w:type="paragraph" w:styleId="NormalnyWeb">
    <w:name w:val="Normal (Web)"/>
    <w:basedOn w:val="Normalny"/>
    <w:uiPriority w:val="99"/>
    <w:semiHidden/>
    <w:unhideWhenUsed/>
    <w:rsid w:val="009F17A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9F17A4"/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A4EFFC-D642-4FFF-89CD-FC1EBC64C5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18176-D2C8-4F83-B117-8D773517F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3F59E-2F86-475E-8FBE-0497695202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Widelski Michał</cp:lastModifiedBy>
  <cp:revision>8</cp:revision>
  <dcterms:created xsi:type="dcterms:W3CDTF">2021-06-25T12:56:00Z</dcterms:created>
  <dcterms:modified xsi:type="dcterms:W3CDTF">2021-08-04T21:20:00Z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</Properties>
</file>